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4EC84EEC" w:rsidR="0033636C" w:rsidRPr="00FC144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FC144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C1443" w:rsidRPr="00FC1443">
            <w:rPr>
              <w:rFonts w:ascii="Times New Roman" w:hAnsi="Times New Roman"/>
              <w:sz w:val="28"/>
              <w:szCs w:val="28"/>
            </w:rPr>
            <w:t>05 декабря 2025 года</w:t>
          </w:r>
        </w:sdtContent>
      </w:sdt>
      <w:r w:rsidRPr="00FC144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C1443" w:rsidRPr="00FC1443">
            <w:rPr>
              <w:rFonts w:ascii="Times New Roman" w:hAnsi="Times New Roman"/>
              <w:sz w:val="28"/>
              <w:szCs w:val="28"/>
            </w:rPr>
            <w:t>887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3B98F68F" w:rsidR="0033636C" w:rsidRPr="00C212B2" w:rsidRDefault="00093B08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C212B2">
        <w:rPr>
          <w:rFonts w:ascii="Times New Roman" w:hAnsi="Times New Roman"/>
          <w:b/>
          <w:sz w:val="28"/>
          <w:szCs w:val="28"/>
        </w:rPr>
        <w:t xml:space="preserve">Об утверждении Плана проведения плановых проверок </w:t>
      </w:r>
      <w:r w:rsidR="007715EC">
        <w:rPr>
          <w:rFonts w:ascii="Times New Roman" w:hAnsi="Times New Roman"/>
          <w:b/>
          <w:sz w:val="28"/>
          <w:szCs w:val="28"/>
        </w:rPr>
        <w:br/>
      </w:r>
      <w:r w:rsidRPr="00C212B2">
        <w:rPr>
          <w:rFonts w:ascii="Times New Roman" w:hAnsi="Times New Roman"/>
          <w:b/>
          <w:sz w:val="28"/>
          <w:szCs w:val="28"/>
        </w:rPr>
        <w:t>по ведомственному контролю за соблюдением трудового законодательства в организациях, подведомственных администрации муниципального образования Ногликский муниципальный округ Сахалинской области, на 20</w:t>
      </w:r>
      <w:r w:rsidR="00C212B2">
        <w:rPr>
          <w:rFonts w:ascii="Times New Roman" w:hAnsi="Times New Roman"/>
          <w:b/>
          <w:sz w:val="28"/>
          <w:szCs w:val="28"/>
        </w:rPr>
        <w:t>26 год</w:t>
      </w:r>
    </w:p>
    <w:p w14:paraId="7C1E2015" w14:textId="2ECC2986" w:rsidR="00C212B2" w:rsidRPr="00C212B2" w:rsidRDefault="00C212B2" w:rsidP="00BF5B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2B2">
        <w:rPr>
          <w:rFonts w:ascii="Times New Roman" w:hAnsi="Times New Roman"/>
          <w:sz w:val="28"/>
          <w:szCs w:val="28"/>
        </w:rPr>
        <w:t>В соответствии с Законом Са</w:t>
      </w:r>
      <w:r w:rsidR="00BF5BB7">
        <w:rPr>
          <w:rFonts w:ascii="Times New Roman" w:hAnsi="Times New Roman"/>
          <w:sz w:val="28"/>
          <w:szCs w:val="28"/>
        </w:rPr>
        <w:t>халинской области от 24.03.2011</w:t>
      </w:r>
      <w:r w:rsidRPr="00C212B2">
        <w:rPr>
          <w:rFonts w:ascii="Times New Roman" w:hAnsi="Times New Roman"/>
          <w:sz w:val="28"/>
          <w:szCs w:val="28"/>
        </w:rPr>
        <w:t xml:space="preserve"> </w:t>
      </w:r>
      <w:r w:rsidRPr="00C212B2">
        <w:rPr>
          <w:rFonts w:ascii="Times New Roman" w:hAnsi="Times New Roman"/>
          <w:sz w:val="28"/>
          <w:szCs w:val="28"/>
        </w:rPr>
        <w:br/>
        <w:t xml:space="preserve">№ 27-ЗО «О ведомственном контроле за соблюдением трудового законодательства и иных нормативных правовых актов, содержащих нормы трудового права», на основании постановления мэра муниципального образования «Городской округ Ногликский» от 12.09.2014 № 354 </w:t>
      </w:r>
      <w:r w:rsidRPr="00C212B2">
        <w:rPr>
          <w:rFonts w:ascii="Times New Roman" w:hAnsi="Times New Roman"/>
          <w:sz w:val="28"/>
          <w:szCs w:val="28"/>
        </w:rPr>
        <w:br/>
        <w:t>«О ведомственном контроле за соблюдением трудового законодательства», руководствуясь статьей 36 Устава муниципального образования Ногликский</w:t>
      </w:r>
      <w:r w:rsidR="00BF5BB7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C212B2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 w:rsidR="00BF5BB7" w:rsidRPr="00C212B2">
        <w:rPr>
          <w:rFonts w:ascii="Times New Roman" w:hAnsi="Times New Roman"/>
          <w:sz w:val="28"/>
          <w:szCs w:val="28"/>
        </w:rPr>
        <w:t>Ногликский</w:t>
      </w:r>
      <w:r w:rsidR="00BF5BB7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BF5BB7" w:rsidRPr="00C212B2">
        <w:rPr>
          <w:rFonts w:ascii="Times New Roman" w:hAnsi="Times New Roman"/>
          <w:b/>
          <w:sz w:val="28"/>
          <w:szCs w:val="28"/>
        </w:rPr>
        <w:t xml:space="preserve"> </w:t>
      </w:r>
      <w:r w:rsidRPr="00C212B2">
        <w:rPr>
          <w:rFonts w:ascii="Times New Roman" w:hAnsi="Times New Roman"/>
          <w:b/>
          <w:sz w:val="28"/>
          <w:szCs w:val="28"/>
        </w:rPr>
        <w:t>ПОСТАНОВЛЯЕТ:</w:t>
      </w:r>
    </w:p>
    <w:p w14:paraId="2AC1D019" w14:textId="211ECDC6" w:rsidR="00C212B2" w:rsidRPr="00C212B2" w:rsidRDefault="00C212B2" w:rsidP="00BF5B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2B2">
        <w:rPr>
          <w:rFonts w:ascii="Times New Roman" w:hAnsi="Times New Roman"/>
          <w:sz w:val="28"/>
          <w:szCs w:val="28"/>
        </w:rPr>
        <w:t xml:space="preserve">1. Утвердить План проведения плановых проверок по ведомственному контролю за соблюдением трудового законодательства в организациях, подведомственных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C212B2">
        <w:rPr>
          <w:rFonts w:ascii="Times New Roman" w:hAnsi="Times New Roman"/>
          <w:sz w:val="28"/>
          <w:szCs w:val="28"/>
        </w:rPr>
        <w:t>, на 202</w:t>
      </w:r>
      <w:r>
        <w:rPr>
          <w:rFonts w:ascii="Times New Roman" w:hAnsi="Times New Roman"/>
          <w:sz w:val="28"/>
          <w:szCs w:val="28"/>
        </w:rPr>
        <w:t>6</w:t>
      </w:r>
      <w:r w:rsidRPr="00C212B2">
        <w:rPr>
          <w:rFonts w:ascii="Times New Roman" w:hAnsi="Times New Roman"/>
          <w:sz w:val="28"/>
          <w:szCs w:val="28"/>
        </w:rPr>
        <w:t xml:space="preserve"> год (прилагается).</w:t>
      </w:r>
    </w:p>
    <w:p w14:paraId="68591C55" w14:textId="6837ABB8" w:rsidR="00C212B2" w:rsidRPr="00C212B2" w:rsidRDefault="00C212B2" w:rsidP="00BF5B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2B2">
        <w:rPr>
          <w:rFonts w:ascii="Times New Roman" w:hAnsi="Times New Roman"/>
          <w:sz w:val="28"/>
          <w:szCs w:val="28"/>
        </w:rPr>
        <w:t>2. Разместить настоящее постановление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3DA0CD22" w14:textId="348103AF" w:rsidR="00C212B2" w:rsidRDefault="00C212B2" w:rsidP="00BF5B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2B2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BF5BB7">
        <w:rPr>
          <w:rFonts w:ascii="Times New Roman" w:hAnsi="Times New Roman"/>
          <w:sz w:val="28"/>
          <w:szCs w:val="28"/>
        </w:rPr>
        <w:br/>
      </w:r>
      <w:r w:rsidRPr="00C212B2">
        <w:rPr>
          <w:rFonts w:ascii="Times New Roman" w:hAnsi="Times New Roman"/>
          <w:sz w:val="28"/>
          <w:szCs w:val="28"/>
        </w:rPr>
        <w:t>на управляющего делами администрации муниципального образования Ногликский муниципальный округ Сахалинской области Авдеева И.Ю.</w:t>
      </w:r>
    </w:p>
    <w:p w14:paraId="0AB1D396" w14:textId="77777777" w:rsidR="00C212B2" w:rsidRDefault="00C212B2" w:rsidP="00BF5B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8606020" w14:textId="21F88E50" w:rsidR="00C212B2" w:rsidRDefault="00C212B2" w:rsidP="00BF5B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мэра </w:t>
      </w:r>
    </w:p>
    <w:p w14:paraId="57785FDD" w14:textId="55FD861E" w:rsidR="00C212B2" w:rsidRDefault="00C212B2" w:rsidP="00BF5B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16F1EA7" w14:textId="77777777" w:rsidR="00C212B2" w:rsidRDefault="00C212B2" w:rsidP="00BF5B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0DCF5592" w14:textId="1F3F6428" w:rsidR="008629FA" w:rsidRPr="008629FA" w:rsidRDefault="00C212B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BF5BB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/>
          <w:sz w:val="28"/>
          <w:szCs w:val="28"/>
        </w:rPr>
        <w:t>Блидченко</w:t>
      </w:r>
      <w:proofErr w:type="spellEnd"/>
    </w:p>
    <w:sectPr w:rsidR="008629FA" w:rsidRPr="008629FA" w:rsidSect="00BF5BB7">
      <w:footerReference w:type="default" r:id="rId7"/>
      <w:pgSz w:w="11906" w:h="16838"/>
      <w:pgMar w:top="709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BE085" w14:textId="77777777" w:rsidR="00D93645" w:rsidRDefault="00D93645" w:rsidP="0033636C">
      <w:pPr>
        <w:spacing w:after="0" w:line="240" w:lineRule="auto"/>
      </w:pPr>
      <w:r>
        <w:separator/>
      </w:r>
    </w:p>
  </w:endnote>
  <w:endnote w:type="continuationSeparator" w:id="0">
    <w:p w14:paraId="4D390449" w14:textId="77777777" w:rsidR="00D93645" w:rsidRDefault="00D93645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4B8B27C1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47FFE" w14:textId="77777777" w:rsidR="00D93645" w:rsidRDefault="00D93645" w:rsidP="0033636C">
      <w:pPr>
        <w:spacing w:after="0" w:line="240" w:lineRule="auto"/>
      </w:pPr>
      <w:r>
        <w:separator/>
      </w:r>
    </w:p>
  </w:footnote>
  <w:footnote w:type="continuationSeparator" w:id="0">
    <w:p w14:paraId="374E64B4" w14:textId="77777777" w:rsidR="00D93645" w:rsidRDefault="00D93645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B5CAC"/>
    <w:rsid w:val="0033636C"/>
    <w:rsid w:val="003E4257"/>
    <w:rsid w:val="00520CBF"/>
    <w:rsid w:val="007715EC"/>
    <w:rsid w:val="008629FA"/>
    <w:rsid w:val="00987DB5"/>
    <w:rsid w:val="00A30AF1"/>
    <w:rsid w:val="00AC72C8"/>
    <w:rsid w:val="00B10ED9"/>
    <w:rsid w:val="00B25688"/>
    <w:rsid w:val="00BF5BB7"/>
    <w:rsid w:val="00C02849"/>
    <w:rsid w:val="00C212B2"/>
    <w:rsid w:val="00D12794"/>
    <w:rsid w:val="00D67BD8"/>
    <w:rsid w:val="00D93645"/>
    <w:rsid w:val="00DF7897"/>
    <w:rsid w:val="00E37B8A"/>
    <w:rsid w:val="00E609BC"/>
    <w:rsid w:val="00EA01ED"/>
    <w:rsid w:val="00FC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63302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43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2025-12-05T04:29:00Z</dcterms:modified>
</cp:coreProperties>
</file>